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C5" w:rsidRDefault="00210DC5" w:rsidP="00403A42">
      <w:pPr>
        <w:ind w:firstLine="720"/>
      </w:pPr>
      <w:r>
        <w:t xml:space="preserve">                                    NEEDS ASSESSMENT QUESTIONNAIRE</w:t>
      </w:r>
    </w:p>
    <w:p w:rsidR="00210DC5" w:rsidRDefault="00210DC5" w:rsidP="00403A42">
      <w:pPr>
        <w:ind w:firstLine="720"/>
      </w:pPr>
    </w:p>
    <w:p w:rsidR="00210DC5" w:rsidRPr="004C6690" w:rsidRDefault="00210DC5" w:rsidP="00403A42">
      <w:pPr>
        <w:pStyle w:val="ListParagraph"/>
        <w:numPr>
          <w:ilvl w:val="0"/>
          <w:numId w:val="1"/>
        </w:numPr>
      </w:pPr>
      <w:r>
        <w:t xml:space="preserve">On </w:t>
      </w:r>
      <w:r w:rsidRPr="004C6690">
        <w:t xml:space="preserve"> a </w:t>
      </w:r>
      <w:r>
        <w:t>1</w:t>
      </w:r>
      <w:r w:rsidRPr="004C6690">
        <w:t xml:space="preserve">to </w:t>
      </w:r>
      <w:r>
        <w:t xml:space="preserve">10 </w:t>
      </w:r>
      <w:r w:rsidRPr="004C6690">
        <w:t>scale</w:t>
      </w:r>
      <w:r>
        <w:t xml:space="preserve">, how well do you know the purpose of the project </w:t>
      </w:r>
      <w:r w:rsidRPr="004C6690">
        <w:t xml:space="preserve">“Virtual Eden”? </w:t>
      </w:r>
      <w:r>
        <w:t>Tick the right answer.</w:t>
      </w:r>
    </w:p>
    <w:p w:rsidR="00210DC5" w:rsidRPr="004C6690" w:rsidRDefault="00210DC5" w:rsidP="00403A42">
      <w:pPr>
        <w:pStyle w:val="ListParagraph"/>
        <w:ind w:left="1080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9"/>
        <w:gridCol w:w="847"/>
        <w:gridCol w:w="847"/>
        <w:gridCol w:w="847"/>
        <w:gridCol w:w="848"/>
        <w:gridCol w:w="848"/>
        <w:gridCol w:w="694"/>
        <w:gridCol w:w="900"/>
        <w:gridCol w:w="810"/>
        <w:gridCol w:w="630"/>
      </w:tblGrid>
      <w:tr w:rsidR="00210DC5" w:rsidRPr="00786007">
        <w:tc>
          <w:tcPr>
            <w:tcW w:w="649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1</w:t>
            </w:r>
          </w:p>
        </w:tc>
        <w:tc>
          <w:tcPr>
            <w:tcW w:w="847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2</w:t>
            </w:r>
          </w:p>
        </w:tc>
        <w:tc>
          <w:tcPr>
            <w:tcW w:w="847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3</w:t>
            </w:r>
          </w:p>
        </w:tc>
        <w:tc>
          <w:tcPr>
            <w:tcW w:w="847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4</w:t>
            </w:r>
          </w:p>
        </w:tc>
        <w:tc>
          <w:tcPr>
            <w:tcW w:w="848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5</w:t>
            </w:r>
          </w:p>
        </w:tc>
        <w:tc>
          <w:tcPr>
            <w:tcW w:w="848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6</w:t>
            </w:r>
          </w:p>
        </w:tc>
        <w:tc>
          <w:tcPr>
            <w:tcW w:w="694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7</w:t>
            </w:r>
          </w:p>
        </w:tc>
        <w:tc>
          <w:tcPr>
            <w:tcW w:w="90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8</w:t>
            </w: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9</w:t>
            </w:r>
          </w:p>
        </w:tc>
        <w:tc>
          <w:tcPr>
            <w:tcW w:w="63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10</w:t>
            </w:r>
          </w:p>
        </w:tc>
      </w:tr>
      <w:tr w:rsidR="00210DC5" w:rsidRPr="00786007">
        <w:tc>
          <w:tcPr>
            <w:tcW w:w="649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47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47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47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48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48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694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90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63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</w:tr>
    </w:tbl>
    <w:p w:rsidR="00210DC5" w:rsidRDefault="00210DC5" w:rsidP="00403A42">
      <w:pPr>
        <w:pStyle w:val="ListParagraph"/>
        <w:ind w:left="1080"/>
      </w:pPr>
    </w:p>
    <w:p w:rsidR="00210DC5" w:rsidRPr="004C6690" w:rsidRDefault="00210DC5" w:rsidP="00403A42">
      <w:pPr>
        <w:ind w:firstLine="720"/>
      </w:pPr>
      <w:r w:rsidRPr="004C6690">
        <w:t xml:space="preserve">2.Mention three expectations you have </w:t>
      </w:r>
      <w:r>
        <w:t xml:space="preserve">throughout </w:t>
      </w:r>
      <w:r w:rsidRPr="004C6690">
        <w:t>the project</w:t>
      </w:r>
      <w:r>
        <w:t>.</w:t>
      </w:r>
      <w:r w:rsidRPr="004C6690">
        <w:t xml:space="preserve"> </w:t>
      </w:r>
      <w:r>
        <w:t xml:space="preserve">                      </w:t>
      </w:r>
      <w:r w:rsidRPr="004C6690">
        <w:t>1…………………………………………………………………………………………………………….</w:t>
      </w:r>
    </w:p>
    <w:p w:rsidR="00210DC5" w:rsidRPr="004C6690" w:rsidRDefault="00210DC5" w:rsidP="004C6690">
      <w:r w:rsidRPr="004C6690">
        <w:t>2……………………………………………………………………………………………………………</w:t>
      </w:r>
    </w:p>
    <w:p w:rsidR="00210DC5" w:rsidRPr="004C6690" w:rsidRDefault="00210DC5" w:rsidP="004C6690">
      <w:r w:rsidRPr="004C6690">
        <w:t>3…………………………………………………………………………………………………………..</w:t>
      </w:r>
    </w:p>
    <w:p w:rsidR="00210DC5" w:rsidRPr="004C6690" w:rsidRDefault="00210DC5" w:rsidP="00BD0847">
      <w:pPr>
        <w:ind w:firstLine="720"/>
      </w:pPr>
    </w:p>
    <w:p w:rsidR="00210DC5" w:rsidRPr="004C6690" w:rsidRDefault="00210DC5" w:rsidP="00BD0847">
      <w:pPr>
        <w:ind w:firstLine="720"/>
      </w:pPr>
      <w:r w:rsidRPr="004C6690">
        <w:t xml:space="preserve">3. What difficulties do you anticipate will appear </w:t>
      </w:r>
      <w:r>
        <w:t>throughout the project?</w:t>
      </w:r>
    </w:p>
    <w:p w:rsidR="00210DC5" w:rsidRPr="004C6690" w:rsidRDefault="00210DC5" w:rsidP="00BD0847">
      <w:pPr>
        <w:ind w:firstLine="720"/>
        <w:rPr>
          <w:lang w:val="fr-FR"/>
        </w:rPr>
      </w:pPr>
      <w:r w:rsidRPr="004C6690">
        <w:rPr>
          <w:lang w:val="fr-FR"/>
        </w:rPr>
        <w:t xml:space="preserve">R……………………………………………………………………………………………………………………………………………………     </w:t>
      </w:r>
      <w:r>
        <w:rPr>
          <w:lang w:val="fr-FR"/>
        </w:rPr>
        <w:t xml:space="preserve">                              </w:t>
      </w:r>
      <w:r w:rsidRPr="004C6690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0DC5" w:rsidRPr="004C6690" w:rsidRDefault="00210DC5" w:rsidP="00BD0847">
      <w:pPr>
        <w:rPr>
          <w:lang w:val="fr-FR"/>
        </w:rPr>
      </w:pPr>
    </w:p>
    <w:p w:rsidR="00210DC5" w:rsidRPr="0047532A" w:rsidRDefault="00210DC5" w:rsidP="00BD0847">
      <w:r w:rsidRPr="0047532A">
        <w:t xml:space="preserve">             4.Mention three expectations you have at the end of the project : </w:t>
      </w:r>
      <w:r>
        <w:t xml:space="preserve">1………………………………………………………………………………………………..              </w:t>
      </w:r>
      <w:r w:rsidRPr="0047532A">
        <w:t>2……………………………………………………………………………………………………………            3……………………………………………………………………………………………………………..</w:t>
      </w:r>
    </w:p>
    <w:p w:rsidR="00210DC5" w:rsidRPr="0047532A" w:rsidRDefault="00210DC5" w:rsidP="00BD0847"/>
    <w:p w:rsidR="00210DC5" w:rsidRDefault="00210DC5" w:rsidP="00BD0847">
      <w:r w:rsidRPr="0047532A">
        <w:t xml:space="preserve">            5. </w:t>
      </w:r>
      <w:r>
        <w:t>How do you anticipate the quality of the communication with the other members of the project on a 1 to 10 scale? Tick the right answer.</w:t>
      </w:r>
    </w:p>
    <w:p w:rsidR="00210DC5" w:rsidRDefault="00210DC5" w:rsidP="007E59E3">
      <w:pPr>
        <w:pStyle w:val="ListParagraph"/>
        <w:ind w:left="1080"/>
      </w:pPr>
      <w:r>
        <w:tab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0"/>
        <w:gridCol w:w="810"/>
        <w:gridCol w:w="810"/>
        <w:gridCol w:w="720"/>
        <w:gridCol w:w="990"/>
        <w:gridCol w:w="810"/>
        <w:gridCol w:w="810"/>
        <w:gridCol w:w="720"/>
        <w:gridCol w:w="1080"/>
        <w:gridCol w:w="760"/>
      </w:tblGrid>
      <w:tr w:rsidR="00210DC5" w:rsidRPr="00786007"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1</w:t>
            </w: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2</w:t>
            </w: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3</w:t>
            </w:r>
          </w:p>
        </w:tc>
        <w:tc>
          <w:tcPr>
            <w:tcW w:w="72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4</w:t>
            </w:r>
          </w:p>
        </w:tc>
        <w:tc>
          <w:tcPr>
            <w:tcW w:w="99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5</w:t>
            </w: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6</w:t>
            </w: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7</w:t>
            </w:r>
          </w:p>
        </w:tc>
        <w:tc>
          <w:tcPr>
            <w:tcW w:w="72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8</w:t>
            </w:r>
          </w:p>
        </w:tc>
        <w:tc>
          <w:tcPr>
            <w:tcW w:w="108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9</w:t>
            </w:r>
          </w:p>
        </w:tc>
        <w:tc>
          <w:tcPr>
            <w:tcW w:w="76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  <w:r w:rsidRPr="00786007">
              <w:t>10</w:t>
            </w:r>
          </w:p>
        </w:tc>
      </w:tr>
      <w:tr w:rsidR="00210DC5" w:rsidRPr="00786007"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72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99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72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08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760" w:type="dxa"/>
          </w:tcPr>
          <w:p w:rsidR="00210DC5" w:rsidRPr="00786007" w:rsidRDefault="00210DC5" w:rsidP="00786007">
            <w:pPr>
              <w:pStyle w:val="ListParagraph"/>
              <w:spacing w:after="0" w:line="240" w:lineRule="auto"/>
              <w:ind w:left="0"/>
            </w:pPr>
          </w:p>
        </w:tc>
      </w:tr>
    </w:tbl>
    <w:p w:rsidR="00210DC5" w:rsidRPr="007E59E3" w:rsidRDefault="00210DC5" w:rsidP="007E59E3">
      <w:pPr>
        <w:tabs>
          <w:tab w:val="left" w:pos="1014"/>
        </w:tabs>
      </w:pPr>
    </w:p>
    <w:sectPr w:rsidR="00210DC5" w:rsidRPr="007E59E3" w:rsidSect="0047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D5D70"/>
    <w:multiLevelType w:val="hybridMultilevel"/>
    <w:tmpl w:val="77B8322E"/>
    <w:lvl w:ilvl="0" w:tplc="828C9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A42"/>
    <w:rsid w:val="00016B6D"/>
    <w:rsid w:val="00063C96"/>
    <w:rsid w:val="00101657"/>
    <w:rsid w:val="001621EE"/>
    <w:rsid w:val="001B4098"/>
    <w:rsid w:val="001B6B37"/>
    <w:rsid w:val="00210DC5"/>
    <w:rsid w:val="003E3C2B"/>
    <w:rsid w:val="00403A42"/>
    <w:rsid w:val="0044475E"/>
    <w:rsid w:val="00471788"/>
    <w:rsid w:val="0047532A"/>
    <w:rsid w:val="004C6690"/>
    <w:rsid w:val="00561047"/>
    <w:rsid w:val="00786007"/>
    <w:rsid w:val="007E59E3"/>
    <w:rsid w:val="0080063F"/>
    <w:rsid w:val="00832691"/>
    <w:rsid w:val="00855498"/>
    <w:rsid w:val="00A5689B"/>
    <w:rsid w:val="00B15BFC"/>
    <w:rsid w:val="00B50557"/>
    <w:rsid w:val="00BD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78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3A42"/>
    <w:pPr>
      <w:ind w:left="720"/>
    </w:pPr>
  </w:style>
  <w:style w:type="table" w:styleId="TableGrid">
    <w:name w:val="Table Grid"/>
    <w:basedOn w:val="TableNormal"/>
    <w:uiPriority w:val="99"/>
    <w:rsid w:val="00403A4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167</Words>
  <Characters>954</Characters>
  <Application>Microsoft Office Outlook</Application>
  <DocSecurity>0</DocSecurity>
  <Lines>0</Lines>
  <Paragraphs>0</Paragraphs>
  <ScaleCrop>false</ScaleCrop>
  <Company>Acasa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CHESTIONAR DE IDENTIFICARE A NEVOILOR </dc:title>
  <dc:subject/>
  <dc:creator>Acasa</dc:creator>
  <cp:keywords/>
  <dc:description/>
  <cp:lastModifiedBy>goe</cp:lastModifiedBy>
  <cp:revision>2</cp:revision>
  <dcterms:created xsi:type="dcterms:W3CDTF">2010-01-13T21:15:00Z</dcterms:created>
  <dcterms:modified xsi:type="dcterms:W3CDTF">2010-01-13T21:15:00Z</dcterms:modified>
</cp:coreProperties>
</file>